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0556E">
        <w:rPr>
          <w:rFonts w:ascii="Arial" w:hAnsi="Arial" w:cs="Arial"/>
          <w:b/>
          <w:caps/>
          <w:sz w:val="28"/>
          <w:szCs w:val="28"/>
        </w:rPr>
        <w:t>776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0556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0556E">
              <w:rPr>
                <w:rFonts w:ascii="Arial" w:hAnsi="Arial" w:cs="Arial"/>
                <w:sz w:val="20"/>
                <w:szCs w:val="20"/>
              </w:rPr>
              <w:t>Solicita capina e limpeza de calçadas da Rua Arthur Verdelli, no trecho compreendido do nº 51 ao nº 61,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0556E">
        <w:rPr>
          <w:rFonts w:ascii="Arial" w:hAnsi="Arial" w:cs="Arial"/>
        </w:rPr>
        <w:t>à execução dos serviços de</w:t>
      </w:r>
      <w:r w:rsidR="0070556E" w:rsidRPr="0070556E">
        <w:rPr>
          <w:rFonts w:ascii="Arial" w:hAnsi="Arial" w:cs="Arial"/>
        </w:rPr>
        <w:t xml:space="preserve"> capina e limpeza de calçadas da Rua Arthur Verdelli, no trecho compreendido do nº 51 ao nº 61, no Bairro Cidade Nova Jacareí.</w:t>
      </w:r>
      <w:bookmarkStart w:id="0" w:name="_GoBack"/>
      <w:bookmarkEnd w:id="0"/>
    </w:p>
    <w:p w:rsidR="0070556E" w:rsidRPr="0070556E" w:rsidRDefault="0070556E" w:rsidP="007055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local se encontra com muito</w:t>
      </w:r>
      <w:r w:rsidRPr="0070556E">
        <w:rPr>
          <w:rFonts w:ascii="Arial" w:hAnsi="Arial" w:cs="Arial"/>
        </w:rPr>
        <w:t xml:space="preserve"> mato alto e sujeira, conforme demostram as fotos em anexo.</w:t>
      </w:r>
    </w:p>
    <w:p w:rsidR="0070556E" w:rsidRDefault="0070556E" w:rsidP="007055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0556E">
        <w:rPr>
          <w:rFonts w:ascii="Arial" w:hAnsi="Arial" w:cs="Arial"/>
        </w:rPr>
        <w:t xml:space="preserve">Os moradores solicitam </w:t>
      </w:r>
      <w:r w:rsidRPr="0070556E">
        <w:rPr>
          <w:rFonts w:ascii="Arial" w:hAnsi="Arial" w:cs="Arial"/>
          <w:u w:val="single"/>
        </w:rPr>
        <w:t>urgência</w:t>
      </w:r>
      <w:r w:rsidRPr="0070556E">
        <w:rPr>
          <w:rFonts w:ascii="Arial" w:hAnsi="Arial" w:cs="Arial"/>
        </w:rPr>
        <w:t xml:space="preserve"> no serviço de manutenção das calçadas porque temem a proliferação de animais peçonhentos</w:t>
      </w:r>
      <w:r>
        <w:rPr>
          <w:rFonts w:ascii="Arial" w:hAnsi="Arial" w:cs="Arial"/>
        </w:rPr>
        <w:t>,</w:t>
      </w:r>
      <w:r w:rsidRPr="0070556E">
        <w:rPr>
          <w:rFonts w:ascii="Arial" w:hAnsi="Arial" w:cs="Arial"/>
        </w:rPr>
        <w:t xml:space="preserve"> que</w:t>
      </w:r>
      <w:r>
        <w:rPr>
          <w:rFonts w:ascii="Arial" w:hAnsi="Arial" w:cs="Arial"/>
        </w:rPr>
        <w:t xml:space="preserve"> já</w:t>
      </w:r>
      <w:r w:rsidRPr="0070556E">
        <w:rPr>
          <w:rFonts w:ascii="Arial" w:hAnsi="Arial" w:cs="Arial"/>
        </w:rPr>
        <w:t xml:space="preserve"> estão aparecendo nas residências.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0556E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0556E">
        <w:rPr>
          <w:rFonts w:ascii="Arial" w:hAnsi="Arial" w:cs="Arial"/>
        </w:rPr>
        <w:t>28 de março de 2018.</w:t>
      </w:r>
    </w:p>
    <w:p w:rsidR="0070556E" w:rsidRDefault="0070556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556E" w:rsidRDefault="0070556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556E" w:rsidRDefault="0070556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556E" w:rsidRPr="00A34F2C" w:rsidRDefault="0070556E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70556E" w:rsidRDefault="0070556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70556E" w:rsidRDefault="0070556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0556E" w:rsidRDefault="0070556E" w:rsidP="0070556E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4ABB8BE0">
            <wp:extent cx="5402580" cy="4046220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0556E" w:rsidRPr="0070556E" w:rsidRDefault="0070556E" w:rsidP="0070556E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7B370ED">
            <wp:extent cx="5402580" cy="404622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0556E" w:rsidRPr="0070556E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AB8" w:rsidRDefault="00BB6AB8">
      <w:r>
        <w:separator/>
      </w:r>
    </w:p>
  </w:endnote>
  <w:endnote w:type="continuationSeparator" w:id="0">
    <w:p w:rsidR="00BB6AB8" w:rsidRDefault="00BB6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AB8" w:rsidRDefault="00BB6AB8">
      <w:r>
        <w:separator/>
      </w:r>
    </w:p>
  </w:footnote>
  <w:footnote w:type="continuationSeparator" w:id="0">
    <w:p w:rsidR="00BB6AB8" w:rsidRDefault="00BB6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0556E">
      <w:rPr>
        <w:rFonts w:ascii="Arial" w:hAnsi="Arial" w:cs="Arial"/>
        <w:b/>
        <w:sz w:val="20"/>
        <w:szCs w:val="20"/>
        <w:u w:val="single"/>
      </w:rPr>
      <w:t>776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70556E">
      <w:rPr>
        <w:rFonts w:ascii="Arial" w:hAnsi="Arial" w:cs="Arial"/>
        <w:b/>
        <w:sz w:val="20"/>
        <w:szCs w:val="20"/>
        <w:u w:val="single"/>
      </w:rPr>
      <w:t xml:space="preserve"> - LUÍS FLAVIO (FLAVINHO)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5A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5A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55ACF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0556E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B6AB8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A5C48-A9CC-4FAC-AFF0-F830F2D0B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137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2018-03-26T14:31:00Z</cp:lastPrinted>
  <dcterms:created xsi:type="dcterms:W3CDTF">2018-03-26T14:30:00Z</dcterms:created>
  <dcterms:modified xsi:type="dcterms:W3CDTF">2018-03-26T14:31:00Z</dcterms:modified>
</cp:coreProperties>
</file>